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 w:rsidRPr="00802A16">
        <w:rPr>
          <w:rFonts w:ascii="Corbel" w:hAnsi="Corbel"/>
          <w:b/>
          <w:bCs/>
          <w:smallCaps/>
          <w:sz w:val="24"/>
          <w:szCs w:val="24"/>
        </w:rPr>
        <w:t>2020-2023</w:t>
      </w:r>
    </w:p>
    <w:p w14:paraId="42D65B55" w14:textId="0005491C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8C0777">
        <w:rPr>
          <w:rFonts w:ascii="Corbel" w:hAnsi="Corbel"/>
          <w:sz w:val="20"/>
          <w:szCs w:val="20"/>
        </w:rPr>
        <w:t>2</w:t>
      </w:r>
      <w:r w:rsidR="00845976">
        <w:rPr>
          <w:rFonts w:ascii="Corbel" w:hAnsi="Corbel"/>
          <w:sz w:val="20"/>
          <w:szCs w:val="20"/>
        </w:rPr>
        <w:t>/202</w:t>
      </w:r>
      <w:r w:rsidR="008C0777">
        <w:rPr>
          <w:rFonts w:ascii="Corbel" w:hAnsi="Corbel"/>
          <w:sz w:val="20"/>
          <w:szCs w:val="20"/>
        </w:rPr>
        <w:t>3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599C8355" w:rsidR="004E4652" w:rsidRPr="00EB2281" w:rsidRDefault="00436B0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5F36F186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2DFDB10" w:rsidR="00632F2B" w:rsidRPr="009C54AE" w:rsidRDefault="00F46F1C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>, dodawanie podformularzy</w:t>
            </w:r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r>
              <w:rPr>
                <w:rFonts w:ascii="Corbel" w:hAnsi="Corbel"/>
                <w:sz w:val="24"/>
                <w:szCs w:val="24"/>
              </w:rPr>
              <w:t>podformularzy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496F2075" w:rsidR="000368C2" w:rsidRPr="009C54AE" w:rsidRDefault="00F46F1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t>Godziny niekontaktowe</w:t>
            </w:r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13E3E519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00F46F1C">
              <w:t>52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FB337" w14:textId="77777777" w:rsidR="00064544" w:rsidRDefault="00064544" w:rsidP="00C16ABF">
      <w:pPr>
        <w:spacing w:after="0" w:line="240" w:lineRule="auto"/>
      </w:pPr>
      <w:r>
        <w:separator/>
      </w:r>
    </w:p>
  </w:endnote>
  <w:endnote w:type="continuationSeparator" w:id="0">
    <w:p w14:paraId="1094C73E" w14:textId="77777777" w:rsidR="00064544" w:rsidRDefault="000645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26B52" w14:textId="77777777" w:rsidR="00064544" w:rsidRDefault="00064544" w:rsidP="00C16ABF">
      <w:pPr>
        <w:spacing w:after="0" w:line="240" w:lineRule="auto"/>
      </w:pPr>
      <w:r>
        <w:separator/>
      </w:r>
    </w:p>
  </w:footnote>
  <w:footnote w:type="continuationSeparator" w:id="0">
    <w:p w14:paraId="698367A6" w14:textId="77777777" w:rsidR="00064544" w:rsidRDefault="00064544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4544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6B08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A7380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46F1C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A9F0BE-2F4A-46DD-8602-1DCEB516A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964</Words>
  <Characters>5790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2017-02-15T12:41:00Z</cp:lastPrinted>
  <dcterms:created xsi:type="dcterms:W3CDTF">2020-12-14T20:55:00Z</dcterms:created>
  <dcterms:modified xsi:type="dcterms:W3CDTF">2021-11-03T05:27:00Z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